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15885" w14:textId="77777777" w:rsidR="00FF4384" w:rsidRPr="00FF4384" w:rsidRDefault="00997F14" w:rsidP="00FF438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F4384" w:rsidRPr="00FF4384">
        <w:rPr>
          <w:rFonts w:ascii="Corbel" w:hAnsi="Corbel"/>
          <w:bCs/>
          <w:i/>
        </w:rPr>
        <w:t>Załącznik nr 1.5 do Zarządzenia Rektora UR nr 7/2023</w:t>
      </w:r>
    </w:p>
    <w:p w14:paraId="5AEDF1FB" w14:textId="77777777" w:rsidR="00FF4384" w:rsidRPr="00FF4384" w:rsidRDefault="00FF4384" w:rsidP="00FF438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F4384">
        <w:rPr>
          <w:rFonts w:ascii="Corbel" w:hAnsi="Corbel"/>
          <w:b/>
          <w:smallCaps/>
          <w:sz w:val="24"/>
          <w:szCs w:val="24"/>
        </w:rPr>
        <w:t>SYLABUS</w:t>
      </w:r>
    </w:p>
    <w:p w14:paraId="75691A33" w14:textId="07EC9638" w:rsidR="00FF4384" w:rsidRPr="00FF4384" w:rsidRDefault="00FF4384" w:rsidP="00FF438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F438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F21FEB">
        <w:rPr>
          <w:rFonts w:ascii="Corbel" w:hAnsi="Corbel"/>
          <w:b/>
          <w:smallCaps/>
          <w:sz w:val="24"/>
          <w:szCs w:val="24"/>
        </w:rPr>
        <w:t>5</w:t>
      </w:r>
      <w:r w:rsidRPr="00FF4384">
        <w:rPr>
          <w:rFonts w:ascii="Corbel" w:hAnsi="Corbel"/>
          <w:b/>
          <w:smallCaps/>
          <w:sz w:val="24"/>
          <w:szCs w:val="24"/>
        </w:rPr>
        <w:t>-202</w:t>
      </w:r>
      <w:r w:rsidR="00F21FEB">
        <w:rPr>
          <w:rFonts w:ascii="Corbel" w:hAnsi="Corbel"/>
          <w:b/>
          <w:smallCaps/>
          <w:sz w:val="24"/>
          <w:szCs w:val="24"/>
        </w:rPr>
        <w:t>8</w:t>
      </w:r>
    </w:p>
    <w:p w14:paraId="5C1F0592" w14:textId="77777777" w:rsidR="00FF4384" w:rsidRPr="00FF4384" w:rsidRDefault="00FF4384" w:rsidP="00FF438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FF4384">
        <w:rPr>
          <w:rFonts w:ascii="Corbel" w:hAnsi="Corbel"/>
          <w:i/>
          <w:sz w:val="20"/>
          <w:szCs w:val="20"/>
        </w:rPr>
        <w:t>(skrajne daty</w:t>
      </w:r>
      <w:r w:rsidRPr="00FF4384">
        <w:rPr>
          <w:rFonts w:ascii="Corbel" w:hAnsi="Corbel"/>
          <w:sz w:val="20"/>
          <w:szCs w:val="20"/>
        </w:rPr>
        <w:t>)</w:t>
      </w:r>
    </w:p>
    <w:p w14:paraId="2B56970E" w14:textId="35D53CC7" w:rsidR="00201982" w:rsidRDefault="00201982" w:rsidP="00201982">
      <w:pPr>
        <w:spacing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21FEB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F21FEB">
        <w:rPr>
          <w:rFonts w:ascii="Corbel" w:hAnsi="Corbel"/>
          <w:sz w:val="20"/>
          <w:szCs w:val="20"/>
        </w:rPr>
        <w:t>7</w:t>
      </w:r>
    </w:p>
    <w:p w14:paraId="0C6E7FD4" w14:textId="5ADEEEA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88DEAA2" w14:textId="77777777" w:rsidTr="2C46EFF7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A050FC" w14:textId="77777777" w:rsidR="0085747A" w:rsidRPr="009C54AE" w:rsidRDefault="000B307E" w:rsidP="2C46EFF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C46EFF7">
              <w:rPr>
                <w:rFonts w:ascii="Corbel" w:hAnsi="Corbel"/>
                <w:bCs/>
                <w:sz w:val="24"/>
                <w:szCs w:val="24"/>
              </w:rPr>
              <w:t>Polityka zagraniczna RP</w:t>
            </w:r>
          </w:p>
        </w:tc>
      </w:tr>
      <w:tr w:rsidR="0085747A" w:rsidRPr="009C54AE" w14:paraId="5980B749" w14:textId="77777777" w:rsidTr="2C46EFF7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08283A5" w14:textId="77777777" w:rsidR="0085747A" w:rsidRPr="009C54AE" w:rsidRDefault="00457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MK_15</w:t>
            </w:r>
          </w:p>
        </w:tc>
      </w:tr>
      <w:tr w:rsidR="00F21FEB" w:rsidRPr="009C54AE" w14:paraId="5C0172EC" w14:textId="77777777" w:rsidTr="00156EFB">
        <w:tc>
          <w:tcPr>
            <w:tcW w:w="2694" w:type="dxa"/>
            <w:vAlign w:val="center"/>
          </w:tcPr>
          <w:p w14:paraId="249A5C16" w14:textId="77777777" w:rsidR="00F21FEB" w:rsidRPr="009C54AE" w:rsidRDefault="00F21FEB" w:rsidP="00F21FE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5DF1DBDB" w:rsidR="00F21FEB" w:rsidRPr="00F21FEB" w:rsidRDefault="00F21FEB" w:rsidP="00F21F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21FEB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F21FEB" w:rsidRPr="009C54AE" w14:paraId="4FEDF307" w14:textId="77777777" w:rsidTr="00156EFB">
        <w:tc>
          <w:tcPr>
            <w:tcW w:w="2694" w:type="dxa"/>
            <w:vAlign w:val="center"/>
          </w:tcPr>
          <w:p w14:paraId="0A39E105" w14:textId="77777777" w:rsidR="00F21FEB" w:rsidRPr="009C54AE" w:rsidRDefault="00F21FEB" w:rsidP="00F21F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7AC59469" w:rsidR="00F21FEB" w:rsidRPr="00F21FEB" w:rsidRDefault="00F21FEB" w:rsidP="00F21F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21FEB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2C46EFF7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2C46EFF7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2C46EFF7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C46EFF7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390BC5" w:rsidR="0085747A" w:rsidRPr="009C54AE" w:rsidRDefault="00694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A138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93D1C11" w14:textId="77777777" w:rsidTr="2C46EFF7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66DDC3" w14:textId="77777777" w:rsidR="0085747A" w:rsidRPr="009C54AE" w:rsidRDefault="000B30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69EA273B" w14:textId="77777777" w:rsidTr="2C46EFF7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6F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2C46EFF7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AA1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A138E" w:rsidRPr="009C54AE" w14:paraId="0F0515BE" w14:textId="77777777" w:rsidTr="2C46EFF7">
        <w:tc>
          <w:tcPr>
            <w:tcW w:w="2694" w:type="dxa"/>
            <w:vAlign w:val="center"/>
          </w:tcPr>
          <w:p w14:paraId="69C2AF6E" w14:textId="77777777" w:rsidR="00AA138E" w:rsidRPr="009C54AE" w:rsidRDefault="00AA138E" w:rsidP="00AA13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AA138E" w:rsidRPr="009C54AE" w:rsidRDefault="00AA138E" w:rsidP="00AA13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AA138E" w:rsidRPr="009C54AE" w14:paraId="62AEEBA0" w14:textId="77777777" w:rsidTr="2C46EFF7">
        <w:tc>
          <w:tcPr>
            <w:tcW w:w="2694" w:type="dxa"/>
            <w:vAlign w:val="center"/>
          </w:tcPr>
          <w:p w14:paraId="471FE442" w14:textId="77777777" w:rsidR="00AA138E" w:rsidRPr="009C54AE" w:rsidRDefault="00AA138E" w:rsidP="00AA13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77777777" w:rsidR="00AA138E" w:rsidRPr="009C54AE" w:rsidRDefault="00AA138E" w:rsidP="00AA13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855"/>
        <w:gridCol w:w="780"/>
        <w:gridCol w:w="960"/>
        <w:gridCol w:w="765"/>
        <w:gridCol w:w="855"/>
        <w:gridCol w:w="705"/>
        <w:gridCol w:w="915"/>
        <w:gridCol w:w="1043"/>
        <w:gridCol w:w="1505"/>
      </w:tblGrid>
      <w:tr w:rsidR="00015B8F" w:rsidRPr="009C54AE" w14:paraId="4A00F406" w14:textId="77777777" w:rsidTr="2C46EFF7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5AB6C9" w14:textId="77777777" w:rsidTr="2C46EFF7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015B8F" w:rsidRPr="009C54AE" w:rsidRDefault="00AA13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E731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FFC0" w14:textId="77777777" w:rsidR="00015B8F" w:rsidRPr="009C54AE" w:rsidRDefault="00E731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0B3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62493E29" w:rsidR="0085747A" w:rsidRPr="009C54AE" w:rsidRDefault="500BD034" w:rsidP="2C46EFF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C46EFF7">
        <w:rPr>
          <w:rFonts w:ascii="MS Gothic" w:eastAsia="MS Gothic" w:hAnsi="MS Gothic" w:cs="MS Gothic"/>
          <w:b w:val="0"/>
        </w:rPr>
        <w:t xml:space="preserve"> </w:t>
      </w:r>
      <w:r w:rsidR="001956DB" w:rsidRPr="2C46EFF7">
        <w:rPr>
          <w:rFonts w:ascii="MS Gothic" w:eastAsia="MS Gothic" w:hAnsi="MS Gothic" w:cs="MS Gothic"/>
          <w:b w:val="0"/>
        </w:rPr>
        <w:t xml:space="preserve">x </w:t>
      </w:r>
      <w:r w:rsidR="0085747A" w:rsidRPr="2C46EFF7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3EC8D1E9" w:rsidR="0085747A" w:rsidRPr="009C54AE" w:rsidRDefault="0085747A" w:rsidP="2C46EFF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C46EFF7">
        <w:rPr>
          <w:rFonts w:ascii="MS Gothic" w:eastAsia="MS Gothic" w:hAnsi="MS Gothic" w:cs="MS Gothic"/>
          <w:b w:val="0"/>
        </w:rPr>
        <w:t>☐</w:t>
      </w:r>
      <w:r w:rsidR="2EF04318" w:rsidRPr="2C46EFF7">
        <w:rPr>
          <w:rFonts w:ascii="MS Gothic" w:eastAsia="MS Gothic" w:hAnsi="MS Gothic" w:cs="MS Gothic"/>
          <w:b w:val="0"/>
        </w:rPr>
        <w:t xml:space="preserve"> </w:t>
      </w:r>
      <w:r w:rsidRPr="2C46EFF7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3040AD7" w:rsidR="00E22FBC" w:rsidRPr="009C54AE" w:rsidRDefault="00E22FBC" w:rsidP="45C828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C82855">
        <w:rPr>
          <w:rFonts w:ascii="Corbel" w:hAnsi="Corbel"/>
          <w:smallCaps w:val="0"/>
        </w:rPr>
        <w:t xml:space="preserve">1.3 </w:t>
      </w:r>
      <w:r>
        <w:tab/>
      </w:r>
      <w:r w:rsidRPr="45C82855">
        <w:rPr>
          <w:rFonts w:ascii="Corbel" w:hAnsi="Corbel"/>
          <w:smallCaps w:val="0"/>
        </w:rPr>
        <w:t>For</w:t>
      </w:r>
      <w:r w:rsidR="00445970" w:rsidRPr="45C82855">
        <w:rPr>
          <w:rFonts w:ascii="Corbel" w:hAnsi="Corbel"/>
          <w:smallCaps w:val="0"/>
        </w:rPr>
        <w:t xml:space="preserve">ma zaliczenia przedmiotu </w:t>
      </w:r>
      <w:r w:rsidRPr="45C82855">
        <w:rPr>
          <w:rFonts w:ascii="Corbel" w:hAnsi="Corbel"/>
          <w:smallCaps w:val="0"/>
        </w:rPr>
        <w:t xml:space="preserve">(z toku) </w:t>
      </w:r>
      <w:r w:rsidRPr="45C82855">
        <w:rPr>
          <w:rFonts w:ascii="Corbel" w:hAnsi="Corbel"/>
          <w:b w:val="0"/>
          <w:smallCaps w:val="0"/>
        </w:rPr>
        <w:t>(egzamin, zaliczenie z oceną, zaliczenie bez oceny)</w:t>
      </w:r>
    </w:p>
    <w:p w14:paraId="4B94D5A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B30A" w14:textId="77777777" w:rsidR="00E960BB" w:rsidRDefault="000B30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DEEC669" w14:textId="77777777" w:rsidR="000B307E" w:rsidRDefault="000B30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6B9AB" w14:textId="77777777" w:rsidTr="2C46EFF7">
        <w:tc>
          <w:tcPr>
            <w:tcW w:w="9670" w:type="dxa"/>
          </w:tcPr>
          <w:p w14:paraId="049F31CB" w14:textId="3CEC772B" w:rsidR="0085747A" w:rsidRPr="009C54AE" w:rsidRDefault="10D4317D" w:rsidP="2C46EFF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C46EFF7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53128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F1E34A4" w:rsidR="0085747A" w:rsidRPr="00C05F44" w:rsidRDefault="0071620A" w:rsidP="45C82855">
      <w:pPr>
        <w:pStyle w:val="Punktygwne"/>
        <w:spacing w:before="0" w:after="0"/>
        <w:rPr>
          <w:rFonts w:ascii="Corbel" w:hAnsi="Corbel"/>
        </w:rPr>
      </w:pPr>
      <w:r w:rsidRPr="45C82855">
        <w:rPr>
          <w:rFonts w:ascii="Corbel" w:hAnsi="Corbel"/>
        </w:rPr>
        <w:t>3.</w:t>
      </w:r>
      <w:r w:rsidR="0085747A" w:rsidRPr="45C82855">
        <w:rPr>
          <w:rFonts w:ascii="Corbel" w:hAnsi="Corbel"/>
        </w:rPr>
        <w:t xml:space="preserve"> </w:t>
      </w:r>
      <w:r w:rsidR="00A84C85" w:rsidRPr="45C82855">
        <w:rPr>
          <w:rFonts w:ascii="Corbel" w:hAnsi="Corbel"/>
        </w:rPr>
        <w:t>cele, efekty uczenia się</w:t>
      </w:r>
      <w:r w:rsidR="0085747A" w:rsidRPr="45C82855">
        <w:rPr>
          <w:rFonts w:ascii="Corbel" w:hAnsi="Corbel"/>
        </w:rPr>
        <w:t>, treści Programowe i stosowane metody Dydaktyczne</w:t>
      </w: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0165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653D5C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936132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uwarunkowań polityki zagranicznej Rzeczypospolitej Polskiej.</w:t>
            </w:r>
          </w:p>
        </w:tc>
      </w:tr>
      <w:tr w:rsidR="0085747A" w:rsidRPr="009C54AE" w14:paraId="54F8825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9F65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070EC3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analizowania polityki zagranicznej Rzeczypospolitej Polskiej.</w:t>
            </w:r>
          </w:p>
        </w:tc>
      </w:tr>
      <w:tr w:rsidR="0085747A" w:rsidRPr="009C54AE" w14:paraId="6264EF90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F657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5AE9430" w14:textId="77777777" w:rsidR="0085747A" w:rsidRPr="009C54AE" w:rsidRDefault="009F65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kierunków polityki zagranicznej Rzeczypospolitej Polskiej.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1F38664" w14:textId="77777777" w:rsidTr="45C82855">
        <w:tc>
          <w:tcPr>
            <w:tcW w:w="167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6EB7" w:rsidRPr="00A60FB8" w14:paraId="71EC2F40" w14:textId="77777777" w:rsidTr="45C82855">
        <w:tc>
          <w:tcPr>
            <w:tcW w:w="1678" w:type="dxa"/>
          </w:tcPr>
          <w:p w14:paraId="4FCA5964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F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4DDBEF00" w14:textId="7940FC8F" w:rsidR="00F66EB7" w:rsidRPr="00A60FB8" w:rsidRDefault="02BA5B02" w:rsidP="45C82855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5C82855">
              <w:rPr>
                <w:rStyle w:val="wrtext"/>
                <w:rFonts w:ascii="Corbel" w:hAnsi="Corbel"/>
                <w:b w:val="0"/>
              </w:rPr>
              <w:t>Zna i rozumie struktury, sposoby funkcjonowania oraz procesy zmian w polskiej polityce zagranicznej po 1989 roku</w:t>
            </w:r>
          </w:p>
        </w:tc>
        <w:tc>
          <w:tcPr>
            <w:tcW w:w="1864" w:type="dxa"/>
          </w:tcPr>
          <w:p w14:paraId="6E7BEAA2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8DD09F1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K_W02 </w:t>
            </w:r>
          </w:p>
        </w:tc>
      </w:tr>
      <w:tr w:rsidR="00F66EB7" w:rsidRPr="00A60FB8" w14:paraId="6869866B" w14:textId="77777777" w:rsidTr="45C82855">
        <w:tc>
          <w:tcPr>
            <w:tcW w:w="1678" w:type="dxa"/>
          </w:tcPr>
          <w:p w14:paraId="56A76B19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17E39169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Style w:val="wrtext"/>
                <w:rFonts w:ascii="Corbel" w:hAnsi="Corbel"/>
                <w:b w:val="0"/>
                <w:szCs w:val="24"/>
              </w:rPr>
              <w:t xml:space="preserve">Zna i rozumie rolę państwa, jego instytucji i polityki w kontekście uwarunkowań środowiska międzynarodowego Polski </w:t>
            </w:r>
          </w:p>
        </w:tc>
        <w:tc>
          <w:tcPr>
            <w:tcW w:w="1864" w:type="dxa"/>
          </w:tcPr>
          <w:p w14:paraId="63E4A9CD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4BB8B948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F66EB7" w:rsidRPr="00A60FB8" w14:paraId="17952A37" w14:textId="77777777" w:rsidTr="45C82855">
        <w:tc>
          <w:tcPr>
            <w:tcW w:w="1678" w:type="dxa"/>
          </w:tcPr>
          <w:p w14:paraId="41960800" w14:textId="77777777" w:rsidR="00F66EB7" w:rsidRPr="00A60FB8" w:rsidRDefault="00F66EB7" w:rsidP="00F66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3461D779" w14:textId="1C6ABA96" w:rsidR="00F66EB7" w:rsidRPr="00A60FB8" w:rsidRDefault="02BA5B02" w:rsidP="45C82855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5C82855">
              <w:rPr>
                <w:rStyle w:val="wrtext"/>
                <w:rFonts w:ascii="Corbel" w:hAnsi="Corbel"/>
                <w:b w:val="0"/>
              </w:rPr>
              <w:t>Potrafi posługiwać się systemami normatywnymi w</w:t>
            </w:r>
            <w:r w:rsidR="0BF1E37C" w:rsidRPr="45C82855">
              <w:rPr>
                <w:rStyle w:val="wrtext"/>
                <w:rFonts w:ascii="Corbel" w:hAnsi="Corbel"/>
                <w:b w:val="0"/>
              </w:rPr>
              <w:t xml:space="preserve"> </w:t>
            </w:r>
            <w:r w:rsidRPr="45C82855">
              <w:rPr>
                <w:rStyle w:val="wrtext"/>
                <w:rFonts w:ascii="Corbel" w:hAnsi="Corbel"/>
                <w:b w:val="0"/>
              </w:rPr>
              <w:t>zakresie polityki międzynarodowej oraz interpretować podstawowe reguły i normy prawne odnoszące się do polityki zagranicznej</w:t>
            </w:r>
          </w:p>
        </w:tc>
        <w:tc>
          <w:tcPr>
            <w:tcW w:w="1864" w:type="dxa"/>
          </w:tcPr>
          <w:p w14:paraId="4F6584BE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CFCD0C1" w14:textId="77777777" w:rsidR="00F66EB7" w:rsidRPr="00A60FB8" w:rsidRDefault="00F66EB7" w:rsidP="00F66EB7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</w:tc>
      </w:tr>
      <w:tr w:rsidR="0070162C" w:rsidRPr="00A60FB8" w14:paraId="4AFC2FAA" w14:textId="77777777" w:rsidTr="45C82855">
        <w:tc>
          <w:tcPr>
            <w:tcW w:w="1678" w:type="dxa"/>
          </w:tcPr>
          <w:p w14:paraId="78C3198C" w14:textId="77777777" w:rsidR="0070162C" w:rsidRPr="00A60FB8" w:rsidRDefault="0070162C" w:rsidP="00701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3CF2D8B6" w14:textId="11D5DE4F" w:rsidR="0070162C" w:rsidRPr="00A60FB8" w:rsidRDefault="0070162C" w:rsidP="45C82855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</w:rPr>
            </w:pPr>
            <w:r w:rsidRPr="45C82855">
              <w:rPr>
                <w:rStyle w:val="wrtext"/>
                <w:rFonts w:ascii="Corbel" w:hAnsi="Corbel"/>
                <w:b w:val="0"/>
              </w:rPr>
              <w:t>Posiada umiejętność przygotowywania wystąpień ustnych analizując politykę zagraniczną</w:t>
            </w:r>
          </w:p>
        </w:tc>
        <w:tc>
          <w:tcPr>
            <w:tcW w:w="1864" w:type="dxa"/>
          </w:tcPr>
          <w:p w14:paraId="09AF38FC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31229AF3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70162C" w:rsidRPr="00A60FB8" w14:paraId="48275C9F" w14:textId="77777777" w:rsidTr="45C82855">
        <w:tc>
          <w:tcPr>
            <w:tcW w:w="1678" w:type="dxa"/>
          </w:tcPr>
          <w:p w14:paraId="74357262" w14:textId="77777777" w:rsidR="0070162C" w:rsidRPr="00A60FB8" w:rsidRDefault="0070162C" w:rsidP="007016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8" w:type="dxa"/>
          </w:tcPr>
          <w:p w14:paraId="7D342F2F" w14:textId="77777777" w:rsidR="0070162C" w:rsidRPr="00A60FB8" w:rsidRDefault="0070162C" w:rsidP="0070162C">
            <w:pPr>
              <w:pStyle w:val="Punktygwne"/>
              <w:spacing w:before="0" w:after="0"/>
              <w:rPr>
                <w:rStyle w:val="wrtext"/>
                <w:rFonts w:ascii="Corbel" w:hAnsi="Corbel"/>
                <w:szCs w:val="24"/>
              </w:rPr>
            </w:pPr>
            <w:r w:rsidRPr="00A60FB8">
              <w:rPr>
                <w:rStyle w:val="wrtext"/>
                <w:rFonts w:ascii="Corbel" w:hAnsi="Corbel"/>
                <w:b w:val="0"/>
                <w:szCs w:val="24"/>
              </w:rPr>
              <w:t>jest gotów do dalszego uzupełniania wiedzy oraz doskonalenia i poszerzania umiejętności w zakresie analizy zjawisk zachodzących w stosunkach międzynarodowych</w:t>
            </w:r>
          </w:p>
        </w:tc>
        <w:tc>
          <w:tcPr>
            <w:tcW w:w="1864" w:type="dxa"/>
          </w:tcPr>
          <w:p w14:paraId="15AA318D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  <w:p w14:paraId="54E3E2D9" w14:textId="77777777" w:rsidR="0070162C" w:rsidRPr="00A60FB8" w:rsidRDefault="0070162C" w:rsidP="0070162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60FB8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C3994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45C82855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CE1700" w14:textId="77777777" w:rsidTr="45C82855">
        <w:tc>
          <w:tcPr>
            <w:tcW w:w="9639" w:type="dxa"/>
          </w:tcPr>
          <w:p w14:paraId="75FF79F3" w14:textId="77777777" w:rsidR="0085747A" w:rsidRPr="009C54AE" w:rsidRDefault="4E6AFB1A" w:rsidP="45C82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C82855">
              <w:rPr>
                <w:rFonts w:ascii="Corbel" w:hAnsi="Corbel"/>
                <w:sz w:val="24"/>
                <w:szCs w:val="24"/>
              </w:rPr>
              <w:t xml:space="preserve">Polityka zagraniczna Polski do </w:t>
            </w:r>
            <w:r w:rsidR="7671C2CE" w:rsidRPr="45C82855">
              <w:rPr>
                <w:rFonts w:ascii="Corbel" w:hAnsi="Corbel"/>
                <w:sz w:val="24"/>
                <w:szCs w:val="24"/>
              </w:rPr>
              <w:t>1989 r.</w:t>
            </w:r>
          </w:p>
        </w:tc>
      </w:tr>
      <w:tr w:rsidR="0085747A" w:rsidRPr="009C54AE" w14:paraId="1C8E299E" w14:textId="77777777" w:rsidTr="45C82855">
        <w:tc>
          <w:tcPr>
            <w:tcW w:w="9639" w:type="dxa"/>
          </w:tcPr>
          <w:p w14:paraId="41BD5DF0" w14:textId="77777777" w:rsidR="0085747A" w:rsidRPr="009C54AE" w:rsidRDefault="7671C2CE" w:rsidP="45C82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C82855">
              <w:rPr>
                <w:rFonts w:ascii="Corbel" w:hAnsi="Corbel"/>
                <w:sz w:val="24"/>
                <w:szCs w:val="24"/>
              </w:rPr>
              <w:t>Determinanty polityki zagranicznej Rzeczypospolitej Polskiej.</w:t>
            </w:r>
          </w:p>
        </w:tc>
      </w:tr>
      <w:tr w:rsidR="00BD06EF" w:rsidRPr="009C54AE" w14:paraId="01B72341" w14:textId="77777777" w:rsidTr="45C82855">
        <w:tc>
          <w:tcPr>
            <w:tcW w:w="9639" w:type="dxa"/>
          </w:tcPr>
          <w:p w14:paraId="78448D9A" w14:textId="77777777" w:rsidR="00BD06EF" w:rsidRDefault="0E968981" w:rsidP="45C82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C82855">
              <w:rPr>
                <w:rFonts w:ascii="Corbel" w:hAnsi="Corbel"/>
                <w:sz w:val="24"/>
                <w:szCs w:val="24"/>
              </w:rPr>
              <w:t>Koncepcje polskiej polityki zagranicznej.</w:t>
            </w:r>
          </w:p>
        </w:tc>
      </w:tr>
      <w:tr w:rsidR="0085747A" w:rsidRPr="009C54AE" w14:paraId="6A9AEEF1" w14:textId="77777777" w:rsidTr="45C82855">
        <w:tc>
          <w:tcPr>
            <w:tcW w:w="9639" w:type="dxa"/>
          </w:tcPr>
          <w:p w14:paraId="671712AF" w14:textId="77777777" w:rsidR="0085747A" w:rsidRPr="009C54AE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Organy zewnętrzne i wewnętrzne </w:t>
            </w:r>
            <w:r w:rsidR="00BD06EF">
              <w:rPr>
                <w:rFonts w:ascii="Corbel" w:hAnsi="Corbel"/>
                <w:sz w:val="24"/>
                <w:szCs w:val="24"/>
              </w:rPr>
              <w:t xml:space="preserve">państwa </w:t>
            </w:r>
            <w:r>
              <w:rPr>
                <w:rFonts w:ascii="Corbel" w:hAnsi="Corbel"/>
                <w:sz w:val="24"/>
                <w:szCs w:val="24"/>
              </w:rPr>
              <w:t>odpowiedzialne za politykę zagraniczną Rzeczypospolitej     Polskiej.</w:t>
            </w:r>
          </w:p>
        </w:tc>
      </w:tr>
      <w:tr w:rsidR="00BD06EF" w:rsidRPr="009C54AE" w14:paraId="0BA04856" w14:textId="77777777" w:rsidTr="45C82855">
        <w:tc>
          <w:tcPr>
            <w:tcW w:w="9639" w:type="dxa"/>
          </w:tcPr>
          <w:p w14:paraId="1CE391EB" w14:textId="77777777" w:rsidR="00BD06EF" w:rsidRDefault="00BD06E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zagraniczna – wymiar wewnętrzny i instytucjonalny</w:t>
            </w:r>
          </w:p>
        </w:tc>
      </w:tr>
      <w:tr w:rsidR="00311325" w:rsidRPr="009C54AE" w14:paraId="3F5B781D" w14:textId="77777777" w:rsidTr="45C82855">
        <w:tc>
          <w:tcPr>
            <w:tcW w:w="9639" w:type="dxa"/>
          </w:tcPr>
          <w:p w14:paraId="64314914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Jesień narodów</w:t>
            </w:r>
          </w:p>
        </w:tc>
      </w:tr>
      <w:tr w:rsidR="00311325" w:rsidRPr="009C54AE" w14:paraId="3167F013" w14:textId="77777777" w:rsidTr="45C82855">
        <w:tc>
          <w:tcPr>
            <w:tcW w:w="9639" w:type="dxa"/>
          </w:tcPr>
          <w:p w14:paraId="2B07B19F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kierunki polityki zagranicznej Rzeczypospolitej Polskiej po 1989 r.</w:t>
            </w:r>
          </w:p>
        </w:tc>
      </w:tr>
      <w:tr w:rsidR="006B7CAF" w:rsidRPr="009C54AE" w14:paraId="510F1531" w14:textId="77777777" w:rsidTr="45C82855">
        <w:tc>
          <w:tcPr>
            <w:tcW w:w="9639" w:type="dxa"/>
          </w:tcPr>
          <w:p w14:paraId="1B85A341" w14:textId="77777777" w:rsidR="006B7CAF" w:rsidRDefault="006B7CA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Rzeczypospolitej Polskiej w organizacjach międzynarodowych.</w:t>
            </w:r>
          </w:p>
        </w:tc>
      </w:tr>
      <w:tr w:rsidR="00311325" w:rsidRPr="009C54AE" w14:paraId="2B9A963A" w14:textId="77777777" w:rsidTr="45C82855">
        <w:tc>
          <w:tcPr>
            <w:tcW w:w="9639" w:type="dxa"/>
          </w:tcPr>
          <w:p w14:paraId="2427C30E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europejska w polityce zagranicznej Rzeczypospolitej Polskiej.</w:t>
            </w:r>
          </w:p>
        </w:tc>
      </w:tr>
      <w:tr w:rsidR="00311325" w:rsidRPr="009C54AE" w14:paraId="709FBBB8" w14:textId="77777777" w:rsidTr="45C82855">
        <w:tc>
          <w:tcPr>
            <w:tcW w:w="9639" w:type="dxa"/>
          </w:tcPr>
          <w:p w14:paraId="51344036" w14:textId="77777777" w:rsidR="00311325" w:rsidRDefault="00311325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Rzeczpospolita Polska a Sojusz Północnoatlantycki.</w:t>
            </w:r>
          </w:p>
        </w:tc>
      </w:tr>
      <w:tr w:rsidR="006B7CAF" w:rsidRPr="009C54AE" w14:paraId="248230F4" w14:textId="77777777" w:rsidTr="45C82855">
        <w:tc>
          <w:tcPr>
            <w:tcW w:w="9639" w:type="dxa"/>
          </w:tcPr>
          <w:p w14:paraId="334255D1" w14:textId="77777777" w:rsidR="006B7CAF" w:rsidRDefault="006B7CAF" w:rsidP="003113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Rzeczpospolita Polska w Grupie Wyszehradzkiej</w:t>
            </w:r>
          </w:p>
        </w:tc>
      </w:tr>
    </w:tbl>
    <w:p w14:paraId="0562CB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CE0A4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A6260A" w14:textId="77777777" w:rsidTr="00923D7D">
        <w:tc>
          <w:tcPr>
            <w:tcW w:w="9639" w:type="dxa"/>
          </w:tcPr>
          <w:p w14:paraId="45906C6C" w14:textId="77777777" w:rsidR="00BD06EF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transatlantycka Polska - USA</w:t>
            </w:r>
          </w:p>
        </w:tc>
      </w:tr>
      <w:tr w:rsidR="0085747A" w:rsidRPr="009C54AE" w14:paraId="12C870AC" w14:textId="77777777" w:rsidTr="00923D7D">
        <w:tc>
          <w:tcPr>
            <w:tcW w:w="9639" w:type="dxa"/>
          </w:tcPr>
          <w:p w14:paraId="2344DC3D" w14:textId="77777777" w:rsidR="0085747A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Federacja Rosyjska w polityce zagranicznej RP</w:t>
            </w:r>
          </w:p>
        </w:tc>
      </w:tr>
      <w:tr w:rsidR="0085747A" w:rsidRPr="009C54AE" w14:paraId="7A1BEA73" w14:textId="77777777" w:rsidTr="00923D7D">
        <w:tc>
          <w:tcPr>
            <w:tcW w:w="9639" w:type="dxa"/>
          </w:tcPr>
          <w:p w14:paraId="7BA063F1" w14:textId="77777777" w:rsidR="0085747A" w:rsidRPr="009C54AE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polsko-niemieckie</w:t>
            </w:r>
          </w:p>
        </w:tc>
      </w:tr>
      <w:tr w:rsidR="00BD06EF" w:rsidRPr="009C54AE" w14:paraId="407AAE90" w14:textId="77777777" w:rsidTr="00923D7D">
        <w:tc>
          <w:tcPr>
            <w:tcW w:w="9639" w:type="dxa"/>
          </w:tcPr>
          <w:p w14:paraId="781B4C82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polsko-ukraińskie</w:t>
            </w:r>
          </w:p>
        </w:tc>
      </w:tr>
      <w:tr w:rsidR="00BD06EF" w:rsidRPr="009C54AE" w14:paraId="75DC5BEE" w14:textId="77777777" w:rsidTr="00923D7D">
        <w:tc>
          <w:tcPr>
            <w:tcW w:w="9639" w:type="dxa"/>
          </w:tcPr>
          <w:p w14:paraId="58A6B848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Białorusi w polityce zagranicznej RP</w:t>
            </w:r>
          </w:p>
        </w:tc>
      </w:tr>
      <w:tr w:rsidR="00BD06EF" w:rsidRPr="009C54AE" w14:paraId="3E5B2F26" w14:textId="77777777" w:rsidTr="00923D7D">
        <w:tc>
          <w:tcPr>
            <w:tcW w:w="9639" w:type="dxa"/>
          </w:tcPr>
          <w:p w14:paraId="6D026851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polsko-ukraińskie</w:t>
            </w:r>
          </w:p>
        </w:tc>
      </w:tr>
      <w:tr w:rsidR="00BD06EF" w:rsidRPr="009C54AE" w14:paraId="7E8EECE5" w14:textId="77777777" w:rsidTr="00923D7D">
        <w:tc>
          <w:tcPr>
            <w:tcW w:w="9639" w:type="dxa"/>
          </w:tcPr>
          <w:p w14:paraId="49FAD5C6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Republika Francuska w polityce zagranicznej RP</w:t>
            </w:r>
          </w:p>
        </w:tc>
      </w:tr>
      <w:tr w:rsidR="00BD06EF" w:rsidRPr="009C54AE" w14:paraId="182A9AC2" w14:textId="77777777" w:rsidTr="00923D7D">
        <w:tc>
          <w:tcPr>
            <w:tcW w:w="9639" w:type="dxa"/>
          </w:tcPr>
          <w:p w14:paraId="0ECE4F23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polsko-brytyjskie</w:t>
            </w:r>
          </w:p>
        </w:tc>
      </w:tr>
      <w:tr w:rsidR="00BD06EF" w:rsidRPr="009C54AE" w14:paraId="1DA93D03" w14:textId="77777777" w:rsidTr="00923D7D">
        <w:tc>
          <w:tcPr>
            <w:tcW w:w="9639" w:type="dxa"/>
          </w:tcPr>
          <w:p w14:paraId="61391321" w14:textId="77777777" w:rsidR="00BD06EF" w:rsidRDefault="00BD06E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europejska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D8D083" w14:textId="77777777" w:rsidR="0070162C" w:rsidRDefault="0070162C" w:rsidP="0070162C">
      <w:pPr>
        <w:spacing w:line="0" w:lineRule="atLeast"/>
        <w:rPr>
          <w:rFonts w:ascii="Times New Roman" w:eastAsia="Times New Roman" w:hAnsi="Times New Roman"/>
          <w:i/>
          <w:sz w:val="18"/>
        </w:rPr>
      </w:pPr>
      <w:r w:rsidRPr="45C82855">
        <w:rPr>
          <w:rFonts w:ascii="Times New Roman" w:eastAsia="Times New Roman" w:hAnsi="Times New Roman"/>
          <w:i/>
          <w:iCs/>
        </w:rPr>
        <w:t>W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YKŁAD</w:t>
      </w:r>
      <w:r w:rsidRPr="45C82855">
        <w:rPr>
          <w:rFonts w:ascii="Times New Roman" w:eastAsia="Times New Roman" w:hAnsi="Times New Roman"/>
          <w:i/>
          <w:iCs/>
        </w:rPr>
        <w:t xml:space="preserve">: 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WYKŁAD PROBLEMOWY</w:t>
      </w:r>
      <w:r w:rsidRPr="45C82855">
        <w:rPr>
          <w:rFonts w:ascii="Times New Roman" w:eastAsia="Times New Roman" w:hAnsi="Times New Roman"/>
          <w:i/>
          <w:iCs/>
        </w:rPr>
        <w:t>/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WYKŁAD Z PREZENTACJĄ MULTIMEDIALNĄ</w:t>
      </w:r>
    </w:p>
    <w:p w14:paraId="58B80D0E" w14:textId="77777777" w:rsidR="0070162C" w:rsidRDefault="0070162C" w:rsidP="0070162C">
      <w:pPr>
        <w:spacing w:line="234" w:lineRule="auto"/>
        <w:ind w:right="160"/>
        <w:rPr>
          <w:rFonts w:ascii="Times New Roman" w:eastAsia="Times New Roman" w:hAnsi="Times New Roman"/>
          <w:i/>
          <w:sz w:val="18"/>
        </w:rPr>
      </w:pPr>
      <w:r w:rsidRPr="45C82855">
        <w:rPr>
          <w:rFonts w:ascii="Times New Roman" w:eastAsia="Times New Roman" w:hAnsi="Times New Roman"/>
          <w:i/>
          <w:iCs/>
        </w:rPr>
        <w:t>Ć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WICZENIA</w:t>
      </w:r>
      <w:r w:rsidRPr="45C82855">
        <w:rPr>
          <w:rFonts w:ascii="Times New Roman" w:eastAsia="Times New Roman" w:hAnsi="Times New Roman"/>
          <w:i/>
          <w:iCs/>
        </w:rPr>
        <w:t>: A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NALIZA TEKSTÓW Z DYSKUSJĄ</w:t>
      </w:r>
      <w:r w:rsidRPr="45C82855">
        <w:rPr>
          <w:rFonts w:ascii="Times New Roman" w:eastAsia="Times New Roman" w:hAnsi="Times New Roman"/>
          <w:i/>
          <w:iCs/>
        </w:rPr>
        <w:t xml:space="preserve">/ 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METODA PROJEKTÓW</w:t>
      </w:r>
      <w:r w:rsidRPr="45C82855">
        <w:rPr>
          <w:rFonts w:ascii="Times New Roman" w:eastAsia="Times New Roman" w:hAnsi="Times New Roman"/>
          <w:i/>
          <w:iCs/>
        </w:rPr>
        <w:t xml:space="preserve"> / 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PRACA W GRUPACH</w:t>
      </w:r>
      <w:r w:rsidRPr="45C82855">
        <w:rPr>
          <w:rFonts w:ascii="Times New Roman" w:eastAsia="Times New Roman" w:hAnsi="Times New Roman"/>
          <w:i/>
          <w:iCs/>
        </w:rPr>
        <w:t>/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ROZWIĄZYWANIE</w:t>
      </w:r>
      <w:r w:rsidRPr="45C82855">
        <w:rPr>
          <w:rFonts w:ascii="Times New Roman" w:eastAsia="Times New Roman" w:hAnsi="Times New Roman"/>
          <w:i/>
          <w:iCs/>
        </w:rPr>
        <w:t xml:space="preserve"> 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>ZADAŃ</w:t>
      </w:r>
      <w:r w:rsidRPr="45C82855">
        <w:rPr>
          <w:rFonts w:ascii="Times New Roman" w:eastAsia="Times New Roman" w:hAnsi="Times New Roman"/>
          <w:i/>
          <w:iCs/>
        </w:rPr>
        <w:t>/</w:t>
      </w:r>
      <w:r w:rsidRPr="45C82855">
        <w:rPr>
          <w:rFonts w:ascii="Times New Roman" w:eastAsia="Times New Roman" w:hAnsi="Times New Roman"/>
          <w:i/>
          <w:iCs/>
          <w:sz w:val="18"/>
          <w:szCs w:val="18"/>
        </w:rPr>
        <w:t xml:space="preserve"> DYSKUSJA, WYSTĄPIENIA USTNE</w:t>
      </w:r>
    </w:p>
    <w:p w14:paraId="110FFD3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85747A" w:rsidRPr="009C54AE" w14:paraId="16540711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9F65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1F72F6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CE6F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4DBB445" w14:textId="77777777" w:rsidTr="00C05F44">
        <w:tc>
          <w:tcPr>
            <w:tcW w:w="1985" w:type="dxa"/>
          </w:tcPr>
          <w:p w14:paraId="6CCBC5F6" w14:textId="77777777" w:rsidR="0085747A" w:rsidRPr="009C54AE" w:rsidRDefault="0085747A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7D1A6EAF" w14:textId="77777777" w:rsidR="0085747A" w:rsidRP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0162C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A40BCD2" w14:textId="77777777" w:rsidR="0085747A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9C54AE" w14:paraId="754D63D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303844F" w14:textId="77777777" w:rsidR="0085747A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22DD7FAD" w14:textId="77777777" w:rsidR="0085747A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70162C" w:rsidRPr="009C54AE" w14:paraId="750F5331" w14:textId="77777777" w:rsidTr="00C05F44">
        <w:tc>
          <w:tcPr>
            <w:tcW w:w="1985" w:type="dxa"/>
          </w:tcPr>
          <w:p w14:paraId="1D652CBC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E5B4B18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76091110" w14:textId="77777777" w:rsidR="0070162C" w:rsidRPr="00A60FB8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F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70162C" w:rsidRPr="009C54AE" w14:paraId="75109CCF" w14:textId="77777777" w:rsidTr="00C05F44">
        <w:tc>
          <w:tcPr>
            <w:tcW w:w="1985" w:type="dxa"/>
          </w:tcPr>
          <w:p w14:paraId="61ADB445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5FEDE32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9C5F5A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162C" w:rsidRPr="009C54AE" w14:paraId="3B92E99D" w14:textId="77777777" w:rsidTr="00C05F44">
        <w:tc>
          <w:tcPr>
            <w:tcW w:w="1985" w:type="dxa"/>
          </w:tcPr>
          <w:p w14:paraId="0C20417D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33320AB" w14:textId="77777777" w:rsidR="0070162C" w:rsidRPr="009C54AE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19FBBAE" w14:textId="77777777" w:rsidR="0070162C" w:rsidRPr="009C54AE" w:rsidRDefault="0070162C" w:rsidP="007016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1CDCE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63F396" w14:textId="77777777" w:rsidTr="45C82855">
        <w:tc>
          <w:tcPr>
            <w:tcW w:w="9670" w:type="dxa"/>
          </w:tcPr>
          <w:p w14:paraId="23DE52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CC71FE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w formie testu jednokrotnego wyboru:</w:t>
            </w:r>
          </w:p>
          <w:p w14:paraId="0523EA5F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2E56223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C7C03F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pracy pisemnej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2AD2D682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7B8553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712E4CED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35980E0C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61-70% 3,5</w:t>
            </w:r>
          </w:p>
          <w:p w14:paraId="2FA392C5" w14:textId="77777777" w:rsidR="00AA6592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5043CB0F" w14:textId="142439F2" w:rsidR="00AA6592" w:rsidRDefault="00AA6592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A0FAB8C" w14:textId="77777777" w:rsidR="00AA6592" w:rsidRPr="002303DA" w:rsidRDefault="00AA6592" w:rsidP="00AA65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6537F28F" w14:textId="0C6232E4" w:rsidR="0085747A" w:rsidRPr="009C54AE" w:rsidRDefault="0085747A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09CE0DE">
        <w:tc>
          <w:tcPr>
            <w:tcW w:w="4901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A6592" w:rsidRPr="009C54AE" w14:paraId="19876987" w14:textId="77777777" w:rsidTr="609CE0DE">
        <w:tc>
          <w:tcPr>
            <w:tcW w:w="4901" w:type="dxa"/>
          </w:tcPr>
          <w:p w14:paraId="1AB692D5" w14:textId="77777777" w:rsidR="00AA6592" w:rsidRPr="009C54AE" w:rsidRDefault="3A066859" w:rsidP="45C8285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09CE0DE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704A35C2" w14:textId="77777777" w:rsidR="00AA6592" w:rsidRPr="009C54AE" w:rsidRDefault="0E8A3B77" w:rsidP="45C82855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5C82855">
              <w:rPr>
                <w:rFonts w:ascii="Corbel" w:eastAsia="Corbel" w:hAnsi="Corbel" w:cs="Corbel"/>
                <w:sz w:val="24"/>
                <w:szCs w:val="24"/>
              </w:rPr>
              <w:t>40</w:t>
            </w:r>
          </w:p>
        </w:tc>
      </w:tr>
      <w:tr w:rsidR="00AA6592" w:rsidRPr="009C54AE" w14:paraId="11A3F3E2" w14:textId="77777777" w:rsidTr="609CE0DE">
        <w:tc>
          <w:tcPr>
            <w:tcW w:w="4901" w:type="dxa"/>
          </w:tcPr>
          <w:p w14:paraId="2750A6CD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6A6A9027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A6592" w:rsidRPr="009C54AE" w14:paraId="7AAB3A39" w14:textId="77777777" w:rsidTr="609CE0DE">
        <w:tc>
          <w:tcPr>
            <w:tcW w:w="4901" w:type="dxa"/>
          </w:tcPr>
          <w:p w14:paraId="7660431A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5AA05B6E" w14:textId="77777777" w:rsidR="00AA6592" w:rsidRPr="009C54AE" w:rsidRDefault="00E731E1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AA659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A6592" w:rsidRPr="009C54AE" w14:paraId="03AA995E" w14:textId="77777777" w:rsidTr="609CE0DE">
        <w:tc>
          <w:tcPr>
            <w:tcW w:w="4901" w:type="dxa"/>
          </w:tcPr>
          <w:p w14:paraId="3D4B2727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6A89157D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AA6592" w:rsidRPr="009C54AE" w14:paraId="41DF79FA" w14:textId="77777777" w:rsidTr="609CE0DE">
        <w:tc>
          <w:tcPr>
            <w:tcW w:w="4901" w:type="dxa"/>
          </w:tcPr>
          <w:p w14:paraId="5FD1C35E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1B87E3DE" w14:textId="77777777" w:rsidR="00AA6592" w:rsidRPr="009C54AE" w:rsidRDefault="00AA6592" w:rsidP="00AA65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871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A5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AA6592" w:rsidP="00AA6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AA6592" w:rsidP="00AA65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8610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A357C17" w14:textId="77777777" w:rsidTr="45C82855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5C8285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2DFD371" w14:textId="2BEEF7B1" w:rsidR="45C82855" w:rsidRDefault="45C82855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71C662A" w14:textId="77777777" w:rsidR="005B1BF1" w:rsidRDefault="005B1BF1" w:rsidP="005B1B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Balcerowicz B. (red.), Rocznik Strategiczny: przegląd sytuacji politycznej, gospodarczej i wojskowej w środowisku międzynarodowym Polski 1996-2021, Warszawa 1997-2021.</w:t>
            </w:r>
          </w:p>
          <w:p w14:paraId="665A599E" w14:textId="77777777" w:rsidR="005B1BF1" w:rsidRPr="005B1BF1" w:rsidRDefault="005B1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B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Rocznik polskiej polityki zagranicznej 1991-2011, Warszawa 1991-2011.</w:t>
            </w:r>
          </w:p>
        </w:tc>
      </w:tr>
      <w:tr w:rsidR="0085747A" w:rsidRPr="009C54AE" w14:paraId="7D7554BD" w14:textId="77777777" w:rsidTr="45C82855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5C8285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16E4A9D" w14:textId="7682BB04" w:rsidR="45C82855" w:rsidRDefault="45C82855" w:rsidP="45C828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232B33D" w14:textId="77777777" w:rsid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Cziomer E., Zyblikiewicz L., Zarys współczesnych stosunków międzynarodowych, Warszawa 2007.</w:t>
            </w:r>
          </w:p>
          <w:p w14:paraId="4976BEE1" w14:textId="77777777" w:rsidR="0070162C" w:rsidRDefault="007016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Łoś-Nowak T., (red.), Polityka zagraniczna. Aktorzy-potencjały-strategie, Warszawa 2011.</w:t>
            </w:r>
          </w:p>
          <w:p w14:paraId="792C853B" w14:textId="77777777" w:rsidR="001728C7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Czaputowicz J. (red.), Polityka zagraniczna Polski, Warszawa 2008.</w:t>
            </w:r>
          </w:p>
          <w:p w14:paraId="174A5997" w14:textId="77777777" w:rsid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R., Polityka zagraniczna III Rzeczypospolitej, Warszawa 2012.</w:t>
            </w:r>
          </w:p>
          <w:p w14:paraId="139BBAC8" w14:textId="77777777" w:rsid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Przegląd Dyplomatyczny</w:t>
            </w:r>
          </w:p>
          <w:p w14:paraId="4440C650" w14:textId="77777777" w:rsidR="009F657F" w:rsidRPr="009F657F" w:rsidRDefault="009F657F" w:rsidP="009F65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www.msz.gov.pl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EC714" w14:textId="77777777" w:rsidR="00F35E2A" w:rsidRDefault="00F35E2A" w:rsidP="00C16ABF">
      <w:pPr>
        <w:spacing w:after="0" w:line="240" w:lineRule="auto"/>
      </w:pPr>
      <w:r>
        <w:separator/>
      </w:r>
    </w:p>
  </w:endnote>
  <w:endnote w:type="continuationSeparator" w:id="0">
    <w:p w14:paraId="1E43F371" w14:textId="77777777" w:rsidR="00F35E2A" w:rsidRDefault="00F35E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47938" w14:textId="77777777" w:rsidR="00F35E2A" w:rsidRDefault="00F35E2A" w:rsidP="00C16ABF">
      <w:pPr>
        <w:spacing w:after="0" w:line="240" w:lineRule="auto"/>
      </w:pPr>
      <w:r>
        <w:separator/>
      </w:r>
    </w:p>
  </w:footnote>
  <w:footnote w:type="continuationSeparator" w:id="0">
    <w:p w14:paraId="53C748CA" w14:textId="77777777" w:rsidR="00F35E2A" w:rsidRDefault="00F35E2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6B7CAF" w:rsidRDefault="006B7CA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845550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07E"/>
    <w:rsid w:val="000B3E37"/>
    <w:rsid w:val="000D04B0"/>
    <w:rsid w:val="000F1C57"/>
    <w:rsid w:val="000F5615"/>
    <w:rsid w:val="001069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C7"/>
    <w:rsid w:val="001737CF"/>
    <w:rsid w:val="00176083"/>
    <w:rsid w:val="001770C7"/>
    <w:rsid w:val="00192F37"/>
    <w:rsid w:val="001956DB"/>
    <w:rsid w:val="001A70D2"/>
    <w:rsid w:val="001D657B"/>
    <w:rsid w:val="001D7B54"/>
    <w:rsid w:val="001E0209"/>
    <w:rsid w:val="001F2CA2"/>
    <w:rsid w:val="00201982"/>
    <w:rsid w:val="002144C0"/>
    <w:rsid w:val="0022117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25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B05"/>
    <w:rsid w:val="003D6CE2"/>
    <w:rsid w:val="003E1941"/>
    <w:rsid w:val="003E2FE6"/>
    <w:rsid w:val="003E49D5"/>
    <w:rsid w:val="003F38C0"/>
    <w:rsid w:val="00406FAF"/>
    <w:rsid w:val="00414E3C"/>
    <w:rsid w:val="0042244A"/>
    <w:rsid w:val="0042745A"/>
    <w:rsid w:val="00431D5C"/>
    <w:rsid w:val="004362C6"/>
    <w:rsid w:val="00437FA2"/>
    <w:rsid w:val="00445970"/>
    <w:rsid w:val="0045729E"/>
    <w:rsid w:val="004574C5"/>
    <w:rsid w:val="00461EFC"/>
    <w:rsid w:val="004652C2"/>
    <w:rsid w:val="004706D1"/>
    <w:rsid w:val="00471326"/>
    <w:rsid w:val="0047598D"/>
    <w:rsid w:val="004840FD"/>
    <w:rsid w:val="00486A7F"/>
    <w:rsid w:val="00490F7D"/>
    <w:rsid w:val="00491678"/>
    <w:rsid w:val="004968E2"/>
    <w:rsid w:val="004A3EEA"/>
    <w:rsid w:val="004A4D1F"/>
    <w:rsid w:val="004D19B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1BF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18A"/>
    <w:rsid w:val="00696477"/>
    <w:rsid w:val="006A738A"/>
    <w:rsid w:val="006B7CAF"/>
    <w:rsid w:val="006D050F"/>
    <w:rsid w:val="006D6139"/>
    <w:rsid w:val="006E5D65"/>
    <w:rsid w:val="006F1282"/>
    <w:rsid w:val="006F1FBC"/>
    <w:rsid w:val="006F31E2"/>
    <w:rsid w:val="006F70E0"/>
    <w:rsid w:val="0070162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5A4"/>
    <w:rsid w:val="00787C2A"/>
    <w:rsid w:val="00790E27"/>
    <w:rsid w:val="00792936"/>
    <w:rsid w:val="007A4022"/>
    <w:rsid w:val="007A6E6E"/>
    <w:rsid w:val="007C3299"/>
    <w:rsid w:val="007C3BCC"/>
    <w:rsid w:val="007C4546"/>
    <w:rsid w:val="007C5249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F03"/>
    <w:rsid w:val="009A78D9"/>
    <w:rsid w:val="009C1331"/>
    <w:rsid w:val="009C3E31"/>
    <w:rsid w:val="009C54AE"/>
    <w:rsid w:val="009C788E"/>
    <w:rsid w:val="009E3B41"/>
    <w:rsid w:val="009F3C5C"/>
    <w:rsid w:val="009F4610"/>
    <w:rsid w:val="009F657F"/>
    <w:rsid w:val="00A00ECC"/>
    <w:rsid w:val="00A155EE"/>
    <w:rsid w:val="00A2245B"/>
    <w:rsid w:val="00A30110"/>
    <w:rsid w:val="00A36899"/>
    <w:rsid w:val="00A371F6"/>
    <w:rsid w:val="00A43BF6"/>
    <w:rsid w:val="00A4408F"/>
    <w:rsid w:val="00A53FA5"/>
    <w:rsid w:val="00A54817"/>
    <w:rsid w:val="00A601C8"/>
    <w:rsid w:val="00A60799"/>
    <w:rsid w:val="00A60FB8"/>
    <w:rsid w:val="00A84C85"/>
    <w:rsid w:val="00A94BD6"/>
    <w:rsid w:val="00A97DE1"/>
    <w:rsid w:val="00AA138E"/>
    <w:rsid w:val="00AA659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022"/>
    <w:rsid w:val="00B06142"/>
    <w:rsid w:val="00B135B1"/>
    <w:rsid w:val="00B3130B"/>
    <w:rsid w:val="00B40ADB"/>
    <w:rsid w:val="00B43B77"/>
    <w:rsid w:val="00B43E80"/>
    <w:rsid w:val="00B607DB"/>
    <w:rsid w:val="00B66529"/>
    <w:rsid w:val="00B72224"/>
    <w:rsid w:val="00B75946"/>
    <w:rsid w:val="00B8056E"/>
    <w:rsid w:val="00B819C8"/>
    <w:rsid w:val="00B82308"/>
    <w:rsid w:val="00B90885"/>
    <w:rsid w:val="00BB520A"/>
    <w:rsid w:val="00BD06E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33"/>
    <w:rsid w:val="00D425B2"/>
    <w:rsid w:val="00D428D6"/>
    <w:rsid w:val="00D552B2"/>
    <w:rsid w:val="00D608D1"/>
    <w:rsid w:val="00D74119"/>
    <w:rsid w:val="00D8075B"/>
    <w:rsid w:val="00D8678B"/>
    <w:rsid w:val="00D93BFC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1E1"/>
    <w:rsid w:val="00E77E88"/>
    <w:rsid w:val="00E8107D"/>
    <w:rsid w:val="00E960BB"/>
    <w:rsid w:val="00EA2074"/>
    <w:rsid w:val="00EA31F0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1FEB"/>
    <w:rsid w:val="00F27A7B"/>
    <w:rsid w:val="00F35E2A"/>
    <w:rsid w:val="00F526AF"/>
    <w:rsid w:val="00F617C3"/>
    <w:rsid w:val="00F66EB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4384"/>
    <w:rsid w:val="00FF5E7D"/>
    <w:rsid w:val="02BA5B02"/>
    <w:rsid w:val="0B157AF2"/>
    <w:rsid w:val="0BF1E37C"/>
    <w:rsid w:val="0E8A3B77"/>
    <w:rsid w:val="0E968981"/>
    <w:rsid w:val="10D4317D"/>
    <w:rsid w:val="2C46EFF7"/>
    <w:rsid w:val="2EF04318"/>
    <w:rsid w:val="31CA5C0E"/>
    <w:rsid w:val="3A066859"/>
    <w:rsid w:val="3CEA6960"/>
    <w:rsid w:val="3E56DE5F"/>
    <w:rsid w:val="45C82855"/>
    <w:rsid w:val="4DC4F4BB"/>
    <w:rsid w:val="4E6AFB1A"/>
    <w:rsid w:val="500BD034"/>
    <w:rsid w:val="57820A06"/>
    <w:rsid w:val="609CE0DE"/>
    <w:rsid w:val="72F29174"/>
    <w:rsid w:val="7671C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4BF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A44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59966-93C5-4D2B-8818-67AAC3DD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871</Words>
  <Characters>5228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2021-12-08T16:39:00Z</dcterms:created>
  <dcterms:modified xsi:type="dcterms:W3CDTF">2025-11-14T22:48:00Z</dcterms:modified>
</cp:coreProperties>
</file>